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FA4" w:rsidRPr="00274998" w:rsidRDefault="00BA1FA4" w:rsidP="00274998">
      <w:pPr>
        <w:adjustRightInd w:val="0"/>
        <w:snapToGrid w:val="0"/>
        <w:spacing w:line="560" w:lineRule="exact"/>
        <w:rPr>
          <w:rFonts w:ascii="黑体" w:eastAsia="黑体" w:hAnsi="黑体" w:cs="黑体"/>
          <w:color w:val="000000"/>
          <w:kern w:val="0"/>
          <w:sz w:val="32"/>
          <w:szCs w:val="32"/>
        </w:rPr>
      </w:pPr>
      <w:r w:rsidRPr="00274998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 w:rsidRPr="00274998">
        <w:rPr>
          <w:rFonts w:ascii="黑体" w:eastAsia="黑体" w:hAnsi="黑体" w:cs="黑体"/>
          <w:color w:val="000000"/>
          <w:kern w:val="0"/>
          <w:sz w:val="32"/>
          <w:szCs w:val="32"/>
        </w:rPr>
        <w:t>2-2</w:t>
      </w:r>
    </w:p>
    <w:p w:rsidR="00BA1FA4" w:rsidRDefault="00BA1FA4" w:rsidP="00F31E3C">
      <w:pPr>
        <w:adjustRightInd w:val="0"/>
        <w:snapToGrid w:val="0"/>
        <w:spacing w:line="560" w:lineRule="exac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</w:p>
    <w:p w:rsidR="00BA1FA4" w:rsidRPr="00274998" w:rsidRDefault="00BA1FA4" w:rsidP="00F31E3C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宋体"/>
          <w:color w:val="000000"/>
          <w:kern w:val="0"/>
          <w:sz w:val="44"/>
          <w:szCs w:val="44"/>
        </w:rPr>
      </w:pPr>
      <w:r w:rsidRPr="00274998"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  <w:t>广州市妇女儿童医疗中心简介及联系方式</w:t>
      </w:r>
    </w:p>
    <w:p w:rsidR="00BA1FA4" w:rsidRDefault="00BA1FA4" w:rsidP="00274998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宋体"/>
          <w:color w:val="000000"/>
          <w:kern w:val="0"/>
          <w:sz w:val="32"/>
          <w:szCs w:val="32"/>
        </w:rPr>
      </w:pPr>
    </w:p>
    <w:p w:rsidR="00BA1FA4" w:rsidRDefault="00BA1FA4" w:rsidP="00274998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宋体"/>
          <w:color w:val="000000"/>
          <w:kern w:val="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kern w:val="0"/>
          <w:sz w:val="32"/>
          <w:szCs w:val="32"/>
        </w:rPr>
        <w:t>一、单位简介</w:t>
      </w:r>
    </w:p>
    <w:p w:rsidR="00BA1FA4" w:rsidRDefault="00BA1FA4" w:rsidP="00F31E3C">
      <w:pPr>
        <w:widowControl/>
        <w:ind w:firstLine="648"/>
        <w:jc w:val="left"/>
        <w:rPr>
          <w:rFonts w:ascii="仿宋_GB2312" w:eastAsia="仿宋_GB2312" w:hAnsi="宋体"/>
          <w:sz w:val="32"/>
          <w:szCs w:val="32"/>
        </w:rPr>
      </w:pPr>
      <w:bookmarkStart w:id="0" w:name="OLE_LINK1"/>
      <w:bookmarkStart w:id="1" w:name="OLE_LINK2"/>
      <w:r>
        <w:rPr>
          <w:rFonts w:ascii="仿宋_GB2312" w:eastAsia="仿宋_GB2312" w:hAnsi="宋体" w:cs="仿宋_GB2312" w:hint="eastAsia"/>
          <w:sz w:val="32"/>
          <w:szCs w:val="32"/>
        </w:rPr>
        <w:t>广州市妇女儿童医疗中心（挂广州市妇幼保健院、广州市儿童医院、广州市妇婴医院、广州市妇幼保健计划生育服务中心）是广州市卫生健康委员会下属公益二类、市副局级事业单位，现</w:t>
      </w:r>
      <w:bookmarkStart w:id="2" w:name="_GoBack"/>
      <w:bookmarkEnd w:id="2"/>
      <w:r>
        <w:rPr>
          <w:rFonts w:ascii="仿宋_GB2312" w:eastAsia="仿宋_GB2312" w:hAnsi="宋体" w:cs="仿宋_GB2312" w:hint="eastAsia"/>
          <w:sz w:val="32"/>
          <w:szCs w:val="32"/>
        </w:rPr>
        <w:t>开放床位</w:t>
      </w:r>
      <w:r>
        <w:rPr>
          <w:rFonts w:ascii="仿宋_GB2312" w:eastAsia="仿宋_GB2312" w:hAnsi="宋体" w:cs="仿宋_GB2312"/>
          <w:sz w:val="32"/>
          <w:szCs w:val="32"/>
        </w:rPr>
        <w:t>2100</w:t>
      </w:r>
      <w:r>
        <w:rPr>
          <w:rFonts w:ascii="仿宋_GB2312" w:eastAsia="仿宋_GB2312" w:hAnsi="宋体" w:cs="仿宋_GB2312" w:hint="eastAsia"/>
          <w:sz w:val="32"/>
          <w:szCs w:val="32"/>
        </w:rPr>
        <w:t>余张。是一家以妇女儿童为服务对象，集医疗、保健、预防、康复为一体，医疗、教学、科研并重的三级甲等妇女儿童专科医院，是国家儿童区域医疗中心（中南），也是中山大学、广州医科大学非直属附属医院和南方医科大学、暨南大学的教学基地。</w:t>
      </w:r>
      <w:r>
        <w:rPr>
          <w:rFonts w:ascii="仿宋_GB2312" w:eastAsia="仿宋_GB2312" w:hAnsi="宋体" w:cs="仿宋_GB2312"/>
          <w:sz w:val="32"/>
          <w:szCs w:val="32"/>
        </w:rPr>
        <w:t>2013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9</w:t>
      </w:r>
      <w:r>
        <w:rPr>
          <w:rFonts w:ascii="仿宋_GB2312" w:eastAsia="仿宋_GB2312" w:hAnsi="宋体" w:cs="仿宋_GB2312" w:hint="eastAsia"/>
          <w:sz w:val="32"/>
          <w:szCs w:val="32"/>
        </w:rPr>
        <w:t>月，经国家人力资源和社会保障部、全国博士后管理委员会批准设立博士后科研工作站。</w:t>
      </w:r>
    </w:p>
    <w:p w:rsidR="00BA1FA4" w:rsidRDefault="00BA1FA4" w:rsidP="00274998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宋体"/>
          <w:color w:val="000000"/>
          <w:kern w:val="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kern w:val="0"/>
          <w:sz w:val="32"/>
          <w:szCs w:val="32"/>
        </w:rPr>
        <w:t>二、联系方式</w:t>
      </w:r>
    </w:p>
    <w:p w:rsidR="00BA1FA4" w:rsidRDefault="00BA1FA4" w:rsidP="00F31E3C">
      <w:pPr>
        <w:widowControl/>
        <w:ind w:firstLine="648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联系人：陈老师</w:t>
      </w:r>
    </w:p>
    <w:p w:rsidR="00BA1FA4" w:rsidRDefault="00BA1FA4" w:rsidP="00F31E3C">
      <w:pPr>
        <w:widowControl/>
        <w:ind w:firstLine="648"/>
        <w:jc w:val="left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联系电话：</w:t>
      </w:r>
      <w:r>
        <w:rPr>
          <w:rFonts w:ascii="仿宋_GB2312" w:eastAsia="仿宋_GB2312" w:hAnsi="宋体" w:cs="仿宋_GB2312"/>
          <w:sz w:val="32"/>
          <w:szCs w:val="32"/>
        </w:rPr>
        <w:t>020-38076501</w:t>
      </w:r>
    </w:p>
    <w:p w:rsidR="00BA1FA4" w:rsidRDefault="00BA1FA4" w:rsidP="00F31E3C">
      <w:pPr>
        <w:widowControl/>
        <w:ind w:firstLine="648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网址：</w:t>
      </w:r>
      <w:hyperlink r:id="rId6" w:history="1">
        <w:r w:rsidRPr="00571A5C">
          <w:rPr>
            <w:rStyle w:val="Hyperlink"/>
            <w:rFonts w:ascii="仿宋_GB2312" w:eastAsia="仿宋_GB2312" w:hAnsi="宋体" w:cs="仿宋_GB2312"/>
            <w:sz w:val="32"/>
            <w:szCs w:val="32"/>
          </w:rPr>
          <w:t>http://www.gzfezx.com/</w:t>
        </w:r>
      </w:hyperlink>
    </w:p>
    <w:p w:rsidR="00BA1FA4" w:rsidRDefault="00BA1FA4" w:rsidP="00F31E3C">
      <w:pPr>
        <w:widowControl/>
        <w:ind w:firstLine="648"/>
        <w:jc w:val="left"/>
        <w:rPr>
          <w:rFonts w:ascii="仿宋_GB2312" w:eastAsia="仿宋_GB2312" w:hAnsi="宋体"/>
          <w:sz w:val="32"/>
          <w:szCs w:val="32"/>
        </w:rPr>
      </w:pPr>
    </w:p>
    <w:bookmarkEnd w:id="0"/>
    <w:bookmarkEnd w:id="1"/>
    <w:p w:rsidR="00BA1FA4" w:rsidRPr="00F31E3C" w:rsidRDefault="00BA1FA4"/>
    <w:sectPr w:rsidR="00BA1FA4" w:rsidRPr="00F31E3C" w:rsidSect="00F67C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FA4" w:rsidRDefault="00BA1FA4" w:rsidP="00F31E3C">
      <w:r>
        <w:separator/>
      </w:r>
    </w:p>
  </w:endnote>
  <w:endnote w:type="continuationSeparator" w:id="0">
    <w:p w:rsidR="00BA1FA4" w:rsidRDefault="00BA1FA4" w:rsidP="00F3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FA4" w:rsidRDefault="00BA1FA4" w:rsidP="00F31E3C">
      <w:r>
        <w:separator/>
      </w:r>
    </w:p>
  </w:footnote>
  <w:footnote w:type="continuationSeparator" w:id="0">
    <w:p w:rsidR="00BA1FA4" w:rsidRDefault="00BA1FA4" w:rsidP="00F31E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0830"/>
    <w:rsid w:val="00021111"/>
    <w:rsid w:val="00274998"/>
    <w:rsid w:val="002C6637"/>
    <w:rsid w:val="00571A5C"/>
    <w:rsid w:val="006D694A"/>
    <w:rsid w:val="006E5A96"/>
    <w:rsid w:val="00890CB3"/>
    <w:rsid w:val="00913AC6"/>
    <w:rsid w:val="00935834"/>
    <w:rsid w:val="00937BDB"/>
    <w:rsid w:val="00BA1FA4"/>
    <w:rsid w:val="00D4282E"/>
    <w:rsid w:val="00D50830"/>
    <w:rsid w:val="00ED607C"/>
    <w:rsid w:val="00F31E3C"/>
    <w:rsid w:val="00F67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E3C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1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31E3C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F31E3C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31E3C"/>
    <w:rPr>
      <w:sz w:val="18"/>
      <w:szCs w:val="18"/>
    </w:rPr>
  </w:style>
  <w:style w:type="character" w:styleId="Hyperlink">
    <w:name w:val="Hyperlink"/>
    <w:basedOn w:val="DefaultParagraphFont"/>
    <w:uiPriority w:val="99"/>
    <w:rsid w:val="00F31E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zfezx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56</Words>
  <Characters>324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陈岱岚</dc:creator>
  <cp:keywords/>
  <dc:description/>
  <cp:lastModifiedBy>Wangwh</cp:lastModifiedBy>
  <cp:revision>6</cp:revision>
  <dcterms:created xsi:type="dcterms:W3CDTF">2021-05-07T01:44:00Z</dcterms:created>
  <dcterms:modified xsi:type="dcterms:W3CDTF">2022-10-25T03:50:00Z</dcterms:modified>
</cp:coreProperties>
</file>